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C4" w:rsidRPr="00F96A65" w:rsidRDefault="00580AC4" w:rsidP="00F96A65">
      <w:pPr>
        <w:jc w:val="center"/>
        <w:rPr>
          <w:sz w:val="28"/>
          <w:szCs w:val="28"/>
        </w:rPr>
      </w:pPr>
      <w:r w:rsidRPr="00F96A65">
        <w:rPr>
          <w:sz w:val="28"/>
          <w:szCs w:val="28"/>
        </w:rPr>
        <w:t>Best Practice: Assembly Line</w:t>
      </w:r>
    </w:p>
    <w:p w:rsidR="00580AC4" w:rsidRDefault="00580AC4" w:rsidP="00731046">
      <w:pPr>
        <w:jc w:val="right"/>
      </w:pPr>
      <w:r>
        <w:t>by: Jordan Rankin</w:t>
      </w:r>
    </w:p>
    <w:p w:rsidR="00580AC4" w:rsidRDefault="00580AC4" w:rsidP="00731046">
      <w:pPr>
        <w:jc w:val="right"/>
      </w:pPr>
      <w:bookmarkStart w:id="0" w:name="_GoBack"/>
      <w:bookmarkEnd w:id="0"/>
    </w:p>
    <w:p w:rsidR="00580AC4" w:rsidRDefault="00580AC4" w:rsidP="00731046">
      <w:pPr>
        <w:jc w:val="right"/>
      </w:pPr>
    </w:p>
    <w:p w:rsidR="00580AC4" w:rsidRDefault="00580AC4" w:rsidP="00F9579A">
      <w:r>
        <w:t xml:space="preserve">When introducing a unit on the Industrial Revolution, this </w:t>
      </w:r>
      <w:r w:rsidRPr="006E36D5">
        <w:rPr>
          <w:u w:val="single"/>
        </w:rPr>
        <w:t>Assembly Line</w:t>
      </w:r>
      <w:r>
        <w:t xml:space="preserve"> activity serves as a great way to get students involved in a ‘hands on’ approach to history. </w:t>
      </w:r>
    </w:p>
    <w:p w:rsidR="00580AC4" w:rsidRDefault="00580AC4" w:rsidP="00F9579A">
      <w:pPr>
        <w:rPr>
          <w:rFonts w:ascii="Calibri" w:hAnsi="Calibri" w:cs="Calibri"/>
        </w:rPr>
      </w:pPr>
    </w:p>
    <w:p w:rsidR="00580AC4" w:rsidRPr="00A474E1" w:rsidRDefault="00580AC4" w:rsidP="00F9579A">
      <w:pPr>
        <w:rPr>
          <w:rFonts w:ascii="Calibri" w:hAnsi="Calibri" w:cs="Calibri"/>
        </w:rPr>
      </w:pPr>
      <w:r w:rsidRPr="006E36D5">
        <w:rPr>
          <w:rFonts w:ascii="Calibri" w:hAnsi="Calibri" w:cs="Calibri"/>
          <w:u w:val="single"/>
        </w:rPr>
        <w:t>Procedures</w:t>
      </w:r>
      <w:r w:rsidRPr="00A474E1">
        <w:rPr>
          <w:rFonts w:ascii="Calibri" w:hAnsi="Calibri" w:cs="Calibri"/>
        </w:rPr>
        <w:t>:</w:t>
      </w:r>
    </w:p>
    <w:p w:rsidR="00580AC4" w:rsidRPr="004842C0" w:rsidRDefault="00580AC4" w:rsidP="00F9579A">
      <w:pPr>
        <w:rPr>
          <w:rFonts w:ascii="Calibri" w:hAnsi="Calibri"/>
        </w:rPr>
      </w:pPr>
      <w:r w:rsidRPr="004842C0">
        <w:rPr>
          <w:rFonts w:ascii="Calibri" w:hAnsi="Calibri"/>
        </w:rPr>
        <w:t>Stage 1: Cottage Workshop</w:t>
      </w:r>
    </w:p>
    <w:p w:rsidR="00580AC4" w:rsidRDefault="00580AC4" w:rsidP="00F9579A">
      <w:r>
        <w:t xml:space="preserve">-without any mention of starting a new history unit, tell your students a variation of “These classroom walls are too bland. They need some color so we will draw flowers.” </w:t>
      </w:r>
    </w:p>
    <w:p w:rsidR="00580AC4" w:rsidRDefault="00580AC4" w:rsidP="00F9579A">
      <w:r>
        <w:t xml:space="preserve">-The initial goal of this first drawing activity is artificially create a </w:t>
      </w:r>
      <w:r w:rsidRPr="006E36D5">
        <w:rPr>
          <w:u w:val="single"/>
        </w:rPr>
        <w:t>cottage workshop</w:t>
      </w:r>
      <w:r>
        <w:rPr>
          <w:b/>
        </w:rPr>
        <w:t xml:space="preserve"> </w:t>
      </w:r>
      <w:r>
        <w:t xml:space="preserve">that was the most common mode of manufacturing prior to the Industrial Revolution. </w:t>
      </w:r>
    </w:p>
    <w:p w:rsidR="00580AC4" w:rsidRDefault="00580AC4" w:rsidP="00F9579A">
      <w:r>
        <w:t xml:space="preserve">-This relaxed working atmosphere can be achieved by playing soft music as the students ‘work’ without time limits and with encouragement through language/praise outlined in the chart below </w:t>
      </w:r>
    </w:p>
    <w:p w:rsidR="00580AC4" w:rsidRDefault="00580AC4" w:rsidP="00F9579A">
      <w:pPr>
        <w:rPr>
          <w:rFonts w:ascii="Calibri" w:hAnsi="Calibri" w:cs="Calibri"/>
        </w:rPr>
      </w:pPr>
    </w:p>
    <w:p w:rsidR="00580AC4" w:rsidRPr="004842C0" w:rsidRDefault="00580AC4" w:rsidP="00F9579A">
      <w:pPr>
        <w:rPr>
          <w:rFonts w:ascii="Calibri" w:hAnsi="Calibri" w:cs="Calibri"/>
        </w:rPr>
      </w:pPr>
      <w:r w:rsidRPr="004842C0">
        <w:rPr>
          <w:rFonts w:ascii="Calibri" w:hAnsi="Calibri" w:cs="Calibri"/>
        </w:rPr>
        <w:t>Stage 2: The Shift – A Factory Boss</w:t>
      </w:r>
    </w:p>
    <w:p w:rsidR="00580AC4" w:rsidRDefault="00580AC4" w:rsidP="00F9579A">
      <w:r>
        <w:t xml:space="preserve">After the class has finished drawing their individual flowers; the classroom then shifts to a factory </w:t>
      </w:r>
      <w:r w:rsidRPr="00F96A65">
        <w:rPr>
          <w:u w:val="single"/>
        </w:rPr>
        <w:t>assembly line</w:t>
      </w:r>
      <w:r>
        <w:t xml:space="preserve"> </w:t>
      </w:r>
      <w:r w:rsidRPr="006E36D5">
        <w:t>with</w:t>
      </w:r>
      <w:r>
        <w:t xml:space="preserve"> each student completing a small part of each flower and passing it off to another student. The teacher must shift roles and become a ‘factory boss’ who needs a high rate of production from his ‘workers.’ The teacher must take on a more aggressive role that would resemble how a strict 19</w:t>
      </w:r>
      <w:r w:rsidRPr="006E36D5">
        <w:rPr>
          <w:vertAlign w:val="superscript"/>
        </w:rPr>
        <w:t>th</w:t>
      </w:r>
      <w:r>
        <w:t xml:space="preserve"> century factory boss would treat his workers. </w:t>
      </w:r>
    </w:p>
    <w:p w:rsidR="00580AC4" w:rsidRDefault="00580AC4" w:rsidP="00F9579A"/>
    <w:p w:rsidR="00580AC4" w:rsidRDefault="00580AC4" w:rsidP="00F9579A">
      <w:r w:rsidRPr="006E36D5">
        <w:rPr>
          <w:u w:val="single"/>
        </w:rPr>
        <w:t>Points to Consider</w:t>
      </w:r>
      <w:r>
        <w:t xml:space="preserve">: </w:t>
      </w:r>
    </w:p>
    <w:p w:rsidR="00580AC4" w:rsidRDefault="00580AC4" w:rsidP="00F9579A">
      <w:r>
        <w:t xml:space="preserve">- While this lesson could be used as a (10-15 minute) lesson ‘hook,’ I found it most effective when it comprised the majority of the (55 minute) class. </w:t>
      </w:r>
    </w:p>
    <w:p w:rsidR="00580AC4" w:rsidRDefault="00580AC4" w:rsidP="00F9579A">
      <w:r>
        <w:t>- I found the most difficult part of this activity was balancing a believable persona with teacher professionalism. While I caught myself discussing the students concerns democratically, I also needed to remember that an authentic early 19</w:t>
      </w:r>
      <w:r w:rsidRPr="00EF45CD">
        <w:rPr>
          <w:vertAlign w:val="superscript"/>
        </w:rPr>
        <w:t>th</w:t>
      </w:r>
      <w:r>
        <w:t xml:space="preserve"> century factory boss would have responded to worker concerns with harsh criticism. </w:t>
      </w:r>
    </w:p>
    <w:p w:rsidR="00580AC4" w:rsidRDefault="00580AC4" w:rsidP="00F9579A">
      <w:r>
        <w:t xml:space="preserve">- A further improvement (to closer resemble the breakdown of labour into unskilled tasks) could include illustrating (on the board) how the drawing of a flower should be broken down, with each specific job assigned to a specific student.  </w:t>
      </w:r>
    </w:p>
    <w:p w:rsidR="00580AC4" w:rsidRDefault="00580AC4" w:rsidP="00F9579A"/>
    <w:p w:rsidR="00580AC4" w:rsidRDefault="00580AC4" w:rsidP="00F9579A"/>
    <w:p w:rsidR="00580AC4" w:rsidRDefault="00580AC4" w:rsidP="00CF4928">
      <w:r>
        <w:t>Phrases Used:</w:t>
      </w:r>
    </w:p>
    <w:p w:rsidR="00580AC4" w:rsidRDefault="00580AC4" w:rsidP="00CF49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4140"/>
      </w:tblGrid>
      <w:tr w:rsidR="00580AC4" w:rsidTr="00D75627">
        <w:trPr>
          <w:trHeight w:val="420"/>
        </w:trPr>
        <w:tc>
          <w:tcPr>
            <w:tcW w:w="3780" w:type="dxa"/>
          </w:tcPr>
          <w:p w:rsidR="00580AC4" w:rsidRDefault="00580AC4" w:rsidP="00D75627">
            <w:pPr>
              <w:jc w:val="center"/>
            </w:pPr>
            <w:r>
              <w:t>Cottage Workshop</w:t>
            </w:r>
          </w:p>
        </w:tc>
        <w:tc>
          <w:tcPr>
            <w:tcW w:w="4140" w:type="dxa"/>
          </w:tcPr>
          <w:p w:rsidR="00580AC4" w:rsidRDefault="00580AC4" w:rsidP="00D75627">
            <w:pPr>
              <w:jc w:val="center"/>
            </w:pPr>
            <w:r>
              <w:t>Factory</w:t>
            </w:r>
          </w:p>
        </w:tc>
      </w:tr>
      <w:tr w:rsidR="00580AC4" w:rsidTr="002A1017">
        <w:trPr>
          <w:trHeight w:val="1233"/>
        </w:trPr>
        <w:tc>
          <w:tcPr>
            <w:tcW w:w="3780" w:type="dxa"/>
          </w:tcPr>
          <w:p w:rsidR="00580AC4" w:rsidRDefault="00580AC4" w:rsidP="00D75627">
            <w:r>
              <w:t>-Now that’s craftsmanship</w:t>
            </w:r>
          </w:p>
          <w:p w:rsidR="00580AC4" w:rsidRDefault="00580AC4" w:rsidP="00D75627">
            <w:r>
              <w:t>-Take your time</w:t>
            </w:r>
          </w:p>
          <w:p w:rsidR="00580AC4" w:rsidRDefault="00580AC4" w:rsidP="00D75627">
            <w:r>
              <w:t>-Impressive quality</w:t>
            </w:r>
          </w:p>
          <w:p w:rsidR="00580AC4" w:rsidRPr="00D11449" w:rsidRDefault="00580AC4" w:rsidP="00D11449">
            <w:pPr>
              <w:jc w:val="center"/>
            </w:pPr>
          </w:p>
        </w:tc>
        <w:tc>
          <w:tcPr>
            <w:tcW w:w="4140" w:type="dxa"/>
          </w:tcPr>
          <w:p w:rsidR="00580AC4" w:rsidRDefault="00580AC4" w:rsidP="00D75627">
            <w:r>
              <w:t xml:space="preserve">-Faster! </w:t>
            </w:r>
          </w:p>
          <w:p w:rsidR="00580AC4" w:rsidRDefault="00580AC4" w:rsidP="00D75627">
            <w:r>
              <w:t>-This production is unacceptable!</w:t>
            </w:r>
          </w:p>
          <w:p w:rsidR="00580AC4" w:rsidRDefault="00580AC4" w:rsidP="00D75627">
            <w:r>
              <w:t>-If you can’t increase your production, I’ll have to find another class who can!</w:t>
            </w:r>
          </w:p>
        </w:tc>
      </w:tr>
    </w:tbl>
    <w:p w:rsidR="00580AC4" w:rsidRDefault="00580AC4" w:rsidP="00F9579A"/>
    <w:sectPr w:rsidR="00580AC4" w:rsidSect="00FF54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C4715"/>
    <w:multiLevelType w:val="hybridMultilevel"/>
    <w:tmpl w:val="792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87A"/>
    <w:rsid w:val="0000478E"/>
    <w:rsid w:val="00011E56"/>
    <w:rsid w:val="00016656"/>
    <w:rsid w:val="00023496"/>
    <w:rsid w:val="00027B68"/>
    <w:rsid w:val="000535AF"/>
    <w:rsid w:val="00057022"/>
    <w:rsid w:val="000750F1"/>
    <w:rsid w:val="00077BF3"/>
    <w:rsid w:val="00083190"/>
    <w:rsid w:val="000B4C7F"/>
    <w:rsid w:val="000B643B"/>
    <w:rsid w:val="000B6E57"/>
    <w:rsid w:val="000C1A9E"/>
    <w:rsid w:val="000C6D24"/>
    <w:rsid w:val="000D37BB"/>
    <w:rsid w:val="000E212A"/>
    <w:rsid w:val="000F30DD"/>
    <w:rsid w:val="001026D9"/>
    <w:rsid w:val="00110301"/>
    <w:rsid w:val="001109F7"/>
    <w:rsid w:val="00113C9F"/>
    <w:rsid w:val="0012117B"/>
    <w:rsid w:val="001220E1"/>
    <w:rsid w:val="00123C3C"/>
    <w:rsid w:val="001279E9"/>
    <w:rsid w:val="0013448A"/>
    <w:rsid w:val="00143FCE"/>
    <w:rsid w:val="00147B5F"/>
    <w:rsid w:val="001613B7"/>
    <w:rsid w:val="00165D8B"/>
    <w:rsid w:val="001763E2"/>
    <w:rsid w:val="00186566"/>
    <w:rsid w:val="001874F7"/>
    <w:rsid w:val="00190659"/>
    <w:rsid w:val="00190928"/>
    <w:rsid w:val="001968FD"/>
    <w:rsid w:val="001C5159"/>
    <w:rsid w:val="001C6468"/>
    <w:rsid w:val="001C6976"/>
    <w:rsid w:val="001E4F0F"/>
    <w:rsid w:val="00211738"/>
    <w:rsid w:val="00215E22"/>
    <w:rsid w:val="0022107F"/>
    <w:rsid w:val="0022124D"/>
    <w:rsid w:val="00230E23"/>
    <w:rsid w:val="002334FF"/>
    <w:rsid w:val="002441A4"/>
    <w:rsid w:val="002458BA"/>
    <w:rsid w:val="0027383A"/>
    <w:rsid w:val="002A1017"/>
    <w:rsid w:val="002B583A"/>
    <w:rsid w:val="002B58C5"/>
    <w:rsid w:val="002D481D"/>
    <w:rsid w:val="002E5BC2"/>
    <w:rsid w:val="0031565C"/>
    <w:rsid w:val="0033519D"/>
    <w:rsid w:val="00355034"/>
    <w:rsid w:val="00356D19"/>
    <w:rsid w:val="003768C7"/>
    <w:rsid w:val="00384B54"/>
    <w:rsid w:val="00386DA4"/>
    <w:rsid w:val="003903DA"/>
    <w:rsid w:val="003921A1"/>
    <w:rsid w:val="003952EC"/>
    <w:rsid w:val="003978A4"/>
    <w:rsid w:val="003B0BBE"/>
    <w:rsid w:val="003C192E"/>
    <w:rsid w:val="003D3027"/>
    <w:rsid w:val="003E143A"/>
    <w:rsid w:val="003F52EB"/>
    <w:rsid w:val="003F6401"/>
    <w:rsid w:val="003F7236"/>
    <w:rsid w:val="004035BF"/>
    <w:rsid w:val="00404A00"/>
    <w:rsid w:val="0040787A"/>
    <w:rsid w:val="0043199E"/>
    <w:rsid w:val="00440C9D"/>
    <w:rsid w:val="004505DD"/>
    <w:rsid w:val="004541F1"/>
    <w:rsid w:val="00457F39"/>
    <w:rsid w:val="00470847"/>
    <w:rsid w:val="004768DB"/>
    <w:rsid w:val="00476F18"/>
    <w:rsid w:val="00484069"/>
    <w:rsid w:val="004842C0"/>
    <w:rsid w:val="004843B0"/>
    <w:rsid w:val="004A3F98"/>
    <w:rsid w:val="004A531D"/>
    <w:rsid w:val="004B154D"/>
    <w:rsid w:val="004B558A"/>
    <w:rsid w:val="004B5CFB"/>
    <w:rsid w:val="004B6AB8"/>
    <w:rsid w:val="004D26F1"/>
    <w:rsid w:val="00500E0F"/>
    <w:rsid w:val="005104A4"/>
    <w:rsid w:val="005106EC"/>
    <w:rsid w:val="005114A8"/>
    <w:rsid w:val="00520FB4"/>
    <w:rsid w:val="00524C8E"/>
    <w:rsid w:val="00533B52"/>
    <w:rsid w:val="00540723"/>
    <w:rsid w:val="005408E0"/>
    <w:rsid w:val="00541417"/>
    <w:rsid w:val="00550440"/>
    <w:rsid w:val="00562F2A"/>
    <w:rsid w:val="005678EB"/>
    <w:rsid w:val="00567F40"/>
    <w:rsid w:val="00572775"/>
    <w:rsid w:val="00574DE0"/>
    <w:rsid w:val="00580AC4"/>
    <w:rsid w:val="005837EE"/>
    <w:rsid w:val="005864F4"/>
    <w:rsid w:val="00587245"/>
    <w:rsid w:val="00590B37"/>
    <w:rsid w:val="005943F9"/>
    <w:rsid w:val="00595C8E"/>
    <w:rsid w:val="005A06CA"/>
    <w:rsid w:val="005A347E"/>
    <w:rsid w:val="005A77E3"/>
    <w:rsid w:val="005B2E20"/>
    <w:rsid w:val="005D2C53"/>
    <w:rsid w:val="005E6DC9"/>
    <w:rsid w:val="005F07CF"/>
    <w:rsid w:val="005F2FFD"/>
    <w:rsid w:val="006056DE"/>
    <w:rsid w:val="00613741"/>
    <w:rsid w:val="00620AAD"/>
    <w:rsid w:val="006227E3"/>
    <w:rsid w:val="0062748D"/>
    <w:rsid w:val="00635010"/>
    <w:rsid w:val="00662D31"/>
    <w:rsid w:val="00672B40"/>
    <w:rsid w:val="006C2CA5"/>
    <w:rsid w:val="006C7631"/>
    <w:rsid w:val="006D43DB"/>
    <w:rsid w:val="006E0F9D"/>
    <w:rsid w:val="006E19F3"/>
    <w:rsid w:val="006E36D5"/>
    <w:rsid w:val="006E3F6D"/>
    <w:rsid w:val="006F1D4E"/>
    <w:rsid w:val="006F1F21"/>
    <w:rsid w:val="00701E64"/>
    <w:rsid w:val="00703B51"/>
    <w:rsid w:val="00705407"/>
    <w:rsid w:val="00706A2D"/>
    <w:rsid w:val="00707619"/>
    <w:rsid w:val="00724C99"/>
    <w:rsid w:val="00727835"/>
    <w:rsid w:val="00731046"/>
    <w:rsid w:val="00736B95"/>
    <w:rsid w:val="00742EB1"/>
    <w:rsid w:val="00760F40"/>
    <w:rsid w:val="00763814"/>
    <w:rsid w:val="00764726"/>
    <w:rsid w:val="00765344"/>
    <w:rsid w:val="007750C1"/>
    <w:rsid w:val="00781BA3"/>
    <w:rsid w:val="00783558"/>
    <w:rsid w:val="00783AD5"/>
    <w:rsid w:val="007951A4"/>
    <w:rsid w:val="007A257A"/>
    <w:rsid w:val="007A3044"/>
    <w:rsid w:val="007A68A2"/>
    <w:rsid w:val="007C4E9A"/>
    <w:rsid w:val="007C6309"/>
    <w:rsid w:val="007D0851"/>
    <w:rsid w:val="007D50B1"/>
    <w:rsid w:val="007D677E"/>
    <w:rsid w:val="007D6A4A"/>
    <w:rsid w:val="007F1C7C"/>
    <w:rsid w:val="007F2738"/>
    <w:rsid w:val="007F66E0"/>
    <w:rsid w:val="008009EF"/>
    <w:rsid w:val="008013F1"/>
    <w:rsid w:val="00814886"/>
    <w:rsid w:val="00822EAB"/>
    <w:rsid w:val="00834E47"/>
    <w:rsid w:val="0084375D"/>
    <w:rsid w:val="00846C22"/>
    <w:rsid w:val="00851A74"/>
    <w:rsid w:val="00854627"/>
    <w:rsid w:val="0086687E"/>
    <w:rsid w:val="00877F13"/>
    <w:rsid w:val="00885B79"/>
    <w:rsid w:val="008A418F"/>
    <w:rsid w:val="008A5EFE"/>
    <w:rsid w:val="008A72F7"/>
    <w:rsid w:val="008C4E01"/>
    <w:rsid w:val="008E20B2"/>
    <w:rsid w:val="008E5CE5"/>
    <w:rsid w:val="008F343B"/>
    <w:rsid w:val="008F4C9D"/>
    <w:rsid w:val="00912DEA"/>
    <w:rsid w:val="00936E59"/>
    <w:rsid w:val="00947E44"/>
    <w:rsid w:val="00954805"/>
    <w:rsid w:val="00966823"/>
    <w:rsid w:val="00972713"/>
    <w:rsid w:val="00973384"/>
    <w:rsid w:val="0098008A"/>
    <w:rsid w:val="00991F48"/>
    <w:rsid w:val="009942D6"/>
    <w:rsid w:val="009976C4"/>
    <w:rsid w:val="009A15CC"/>
    <w:rsid w:val="009A7907"/>
    <w:rsid w:val="009C03C0"/>
    <w:rsid w:val="009C35D7"/>
    <w:rsid w:val="009C7898"/>
    <w:rsid w:val="009D3D5E"/>
    <w:rsid w:val="009E1D8F"/>
    <w:rsid w:val="009E7777"/>
    <w:rsid w:val="009F284A"/>
    <w:rsid w:val="00A16378"/>
    <w:rsid w:val="00A177C5"/>
    <w:rsid w:val="00A1783B"/>
    <w:rsid w:val="00A2471B"/>
    <w:rsid w:val="00A3122B"/>
    <w:rsid w:val="00A32DB4"/>
    <w:rsid w:val="00A341CB"/>
    <w:rsid w:val="00A404A9"/>
    <w:rsid w:val="00A474E1"/>
    <w:rsid w:val="00A65A0D"/>
    <w:rsid w:val="00A713C5"/>
    <w:rsid w:val="00A7336C"/>
    <w:rsid w:val="00A80F7F"/>
    <w:rsid w:val="00A82653"/>
    <w:rsid w:val="00A85901"/>
    <w:rsid w:val="00A97B83"/>
    <w:rsid w:val="00AA21BB"/>
    <w:rsid w:val="00AA3CFA"/>
    <w:rsid w:val="00AA5DEF"/>
    <w:rsid w:val="00AB0F3B"/>
    <w:rsid w:val="00AD1227"/>
    <w:rsid w:val="00AD1D94"/>
    <w:rsid w:val="00AD51AD"/>
    <w:rsid w:val="00AE0657"/>
    <w:rsid w:val="00AE1FC1"/>
    <w:rsid w:val="00AE25B3"/>
    <w:rsid w:val="00AE568C"/>
    <w:rsid w:val="00B00F6C"/>
    <w:rsid w:val="00B05583"/>
    <w:rsid w:val="00B17105"/>
    <w:rsid w:val="00B25A09"/>
    <w:rsid w:val="00B35D0D"/>
    <w:rsid w:val="00B575D2"/>
    <w:rsid w:val="00B61071"/>
    <w:rsid w:val="00B93021"/>
    <w:rsid w:val="00B95E9E"/>
    <w:rsid w:val="00BA7A70"/>
    <w:rsid w:val="00BC7C5F"/>
    <w:rsid w:val="00BF6AB4"/>
    <w:rsid w:val="00BF7FF8"/>
    <w:rsid w:val="00C0101E"/>
    <w:rsid w:val="00C037B4"/>
    <w:rsid w:val="00C0431F"/>
    <w:rsid w:val="00C05FD8"/>
    <w:rsid w:val="00C10990"/>
    <w:rsid w:val="00C13B34"/>
    <w:rsid w:val="00C13D5E"/>
    <w:rsid w:val="00C252E3"/>
    <w:rsid w:val="00C36FF4"/>
    <w:rsid w:val="00C41F2E"/>
    <w:rsid w:val="00C46A5F"/>
    <w:rsid w:val="00C743F3"/>
    <w:rsid w:val="00C84C19"/>
    <w:rsid w:val="00C919D3"/>
    <w:rsid w:val="00CB79A4"/>
    <w:rsid w:val="00CC1EEC"/>
    <w:rsid w:val="00CC2EA3"/>
    <w:rsid w:val="00CD783B"/>
    <w:rsid w:val="00CE6E32"/>
    <w:rsid w:val="00CF4928"/>
    <w:rsid w:val="00D11449"/>
    <w:rsid w:val="00D123BA"/>
    <w:rsid w:val="00D26A7C"/>
    <w:rsid w:val="00D42C04"/>
    <w:rsid w:val="00D43991"/>
    <w:rsid w:val="00D51C8D"/>
    <w:rsid w:val="00D52AEE"/>
    <w:rsid w:val="00D6395E"/>
    <w:rsid w:val="00D648EF"/>
    <w:rsid w:val="00D75627"/>
    <w:rsid w:val="00D966B0"/>
    <w:rsid w:val="00DA713A"/>
    <w:rsid w:val="00DC48E7"/>
    <w:rsid w:val="00DC4950"/>
    <w:rsid w:val="00DE164D"/>
    <w:rsid w:val="00DF1AEA"/>
    <w:rsid w:val="00DF214D"/>
    <w:rsid w:val="00E01454"/>
    <w:rsid w:val="00E10149"/>
    <w:rsid w:val="00E13077"/>
    <w:rsid w:val="00E150A4"/>
    <w:rsid w:val="00E23A81"/>
    <w:rsid w:val="00E32DEF"/>
    <w:rsid w:val="00E45FBE"/>
    <w:rsid w:val="00E51255"/>
    <w:rsid w:val="00E52268"/>
    <w:rsid w:val="00E53DFE"/>
    <w:rsid w:val="00E613D6"/>
    <w:rsid w:val="00E7023D"/>
    <w:rsid w:val="00E742E4"/>
    <w:rsid w:val="00E90383"/>
    <w:rsid w:val="00E929E0"/>
    <w:rsid w:val="00EB194A"/>
    <w:rsid w:val="00EB71F5"/>
    <w:rsid w:val="00ED5CA6"/>
    <w:rsid w:val="00EE01E0"/>
    <w:rsid w:val="00EE5226"/>
    <w:rsid w:val="00EF45CD"/>
    <w:rsid w:val="00F03298"/>
    <w:rsid w:val="00F056C8"/>
    <w:rsid w:val="00F10A82"/>
    <w:rsid w:val="00F1258B"/>
    <w:rsid w:val="00F336EA"/>
    <w:rsid w:val="00F53681"/>
    <w:rsid w:val="00F552D4"/>
    <w:rsid w:val="00F663AF"/>
    <w:rsid w:val="00F713D8"/>
    <w:rsid w:val="00F93CCA"/>
    <w:rsid w:val="00F9579A"/>
    <w:rsid w:val="00F95F88"/>
    <w:rsid w:val="00F96A65"/>
    <w:rsid w:val="00FA04EC"/>
    <w:rsid w:val="00FA2EBB"/>
    <w:rsid w:val="00FA3CD0"/>
    <w:rsid w:val="00FB5BEF"/>
    <w:rsid w:val="00FB7EB5"/>
    <w:rsid w:val="00FD251E"/>
    <w:rsid w:val="00FF1EEC"/>
    <w:rsid w:val="00FF549C"/>
    <w:rsid w:val="00FF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49C"/>
    <w:rPr>
      <w:sz w:val="24"/>
      <w:szCs w:val="24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3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337</Words>
  <Characters>1925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Practice: Assembly Line</dc:title>
  <dc:subject/>
  <dc:creator>Jordan</dc:creator>
  <cp:keywords/>
  <dc:description/>
  <cp:lastModifiedBy>blynch890</cp:lastModifiedBy>
  <cp:revision>2</cp:revision>
  <cp:lastPrinted>2011-04-08T03:58:00Z</cp:lastPrinted>
  <dcterms:created xsi:type="dcterms:W3CDTF">2011-04-20T18:37:00Z</dcterms:created>
  <dcterms:modified xsi:type="dcterms:W3CDTF">2011-04-20T18:37:00Z</dcterms:modified>
</cp:coreProperties>
</file>